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FD47121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AB4007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B4007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7D658862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AB4007">
        <w:rPr>
          <w:rFonts w:ascii="Corbel" w:hAnsi="Corbel"/>
          <w:sz w:val="24"/>
          <w:szCs w:val="24"/>
        </w:rPr>
        <w:t>0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AB4007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EE18825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703919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EF578B1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77253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2CC0510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3CEF212A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7DEB6" w14:textId="77777777" w:rsidR="002F231E" w:rsidRDefault="002F231E" w:rsidP="00C16ABF">
      <w:pPr>
        <w:spacing w:after="0" w:line="240" w:lineRule="auto"/>
      </w:pPr>
      <w:r>
        <w:separator/>
      </w:r>
    </w:p>
  </w:endnote>
  <w:endnote w:type="continuationSeparator" w:id="0">
    <w:p w14:paraId="76E2E0C5" w14:textId="77777777" w:rsidR="002F231E" w:rsidRDefault="002F23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5102F" w14:textId="77777777" w:rsidR="002F231E" w:rsidRDefault="002F231E" w:rsidP="00C16ABF">
      <w:pPr>
        <w:spacing w:after="0" w:line="240" w:lineRule="auto"/>
      </w:pPr>
      <w:r>
        <w:separator/>
      </w:r>
    </w:p>
  </w:footnote>
  <w:footnote w:type="continuationSeparator" w:id="0">
    <w:p w14:paraId="3050BFF5" w14:textId="77777777" w:rsidR="002F231E" w:rsidRDefault="002F231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1E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00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5D1651-2A32-4FE1-A66A-3222BD61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2020-10-24T09:24:00Z</cp:lastPrinted>
  <dcterms:created xsi:type="dcterms:W3CDTF">2020-10-17T12:11:00Z</dcterms:created>
  <dcterms:modified xsi:type="dcterms:W3CDTF">2021-11-04T13:12:00Z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